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96"/>
        <w:gridCol w:w="2976"/>
      </w:tblGrid>
      <w:tr w:rsidR="00D40650" w14:paraId="6C1D7A42" w14:textId="77777777" w:rsidTr="009103D9">
        <w:trPr>
          <w:trHeight w:val="1905"/>
        </w:trPr>
        <w:tc>
          <w:tcPr>
            <w:tcW w:w="6096" w:type="dxa"/>
          </w:tcPr>
          <w:p w14:paraId="6C1D7A3C" w14:textId="6BDAC2F6" w:rsidR="00D40650" w:rsidRPr="00A10E66" w:rsidRDefault="00622F8E" w:rsidP="00DF44DF">
            <w:pPr>
              <w:pStyle w:val="TableContents"/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58240" behindDoc="0" locked="0" layoutInCell="1" allowOverlap="1" wp14:anchorId="6C1D7A76" wp14:editId="42763CD2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81099" cy="934872"/>
                  <wp:effectExtent l="19050" t="0" r="0" b="0"/>
                  <wp:wrapNone/>
                  <wp:docPr id="1" name="Pilt 1" descr="haridusmin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ridusmin_vapp_est_black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1099" cy="934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76" w:type="dxa"/>
          </w:tcPr>
          <w:p w14:paraId="6C1D7A41" w14:textId="0E98F9D0" w:rsidR="00BC1A62" w:rsidRPr="000A32A0" w:rsidRDefault="00BC1A62" w:rsidP="000A32A0">
            <w:pPr>
              <w:pStyle w:val="AK"/>
              <w:rPr>
                <w:sz w:val="20"/>
                <w:szCs w:val="20"/>
              </w:rPr>
            </w:pPr>
          </w:p>
        </w:tc>
      </w:tr>
      <w:tr w:rsidR="00D40650" w:rsidRPr="001D4CFB" w14:paraId="6C1D7A4C" w14:textId="77777777" w:rsidTr="009103D9">
        <w:trPr>
          <w:trHeight w:val="1985"/>
        </w:trPr>
        <w:tc>
          <w:tcPr>
            <w:tcW w:w="6096" w:type="dxa"/>
          </w:tcPr>
          <w:p w14:paraId="6C1D7A44" w14:textId="4EF0B2ED" w:rsidR="00B31EF1" w:rsidRPr="00DF3E6A" w:rsidRDefault="00F66B83" w:rsidP="00C03BF6">
            <w:pPr>
              <w:pStyle w:val="Adressaat"/>
              <w:rPr>
                <w:b w:val="0"/>
                <w:bCs w:val="0"/>
              </w:rPr>
            </w:pPr>
            <w:r w:rsidRPr="00DF3E6A">
              <w:rPr>
                <w:b w:val="0"/>
                <w:bCs w:val="0"/>
              </w:rPr>
              <w:t>Riigikantselei</w:t>
            </w:r>
          </w:p>
          <w:p w14:paraId="6C1D7A48" w14:textId="77777777" w:rsidR="002C6D8F" w:rsidRPr="00BF4D7C" w:rsidRDefault="002C6D8F" w:rsidP="00C03BF6">
            <w:pPr>
              <w:pStyle w:val="Adressaat"/>
            </w:pPr>
          </w:p>
        </w:tc>
        <w:tc>
          <w:tcPr>
            <w:tcW w:w="2976" w:type="dxa"/>
          </w:tcPr>
          <w:p w14:paraId="6C1D7A4B" w14:textId="5843D6BD" w:rsidR="003B2A9C" w:rsidRPr="001D4CFB" w:rsidRDefault="00937D5B" w:rsidP="00BF4D7C">
            <w:sdt>
              <w:sdtPr>
                <w:alias w:val="Registreerimise kuupäev"/>
                <w:tag w:val="RMRegistrationDate"/>
                <w:id w:val="2142384193"/>
                <w:placeholder>
                  <w:docPart w:val="5176704E418F496FABCB00E78564197F"/>
                </w:placeholder>
                <w:showingPlcHdr/>
                <w:dataBinding w:prefixMappings="xmlns:ns0='http://schemas.microsoft.com/office/2006/metadata/properties' xmlns:ns1='http://www.w3.org/2001/XMLSchema-instance' xmlns:ns2='05ca2c3a-b2d1-4b52-8f5f-1386ef50a19d' " w:xpath="/ns0:properties[1]/documentManagement[1]/ns2:RMRegistrationDate[1]" w:storeItemID="{93973AEF-216E-45DC-91BE-F4586FAD557B}"/>
                <w:date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0A32A0" w:rsidRPr="008A2853">
                  <w:rPr>
                    <w:rStyle w:val="Kohatitetekst"/>
                  </w:rPr>
                  <w:t>[Registreerimise kuupäev]</w:t>
                </w:r>
              </w:sdtContent>
            </w:sdt>
            <w:r w:rsidR="00252DB7">
              <w:t xml:space="preserve"> </w:t>
            </w:r>
            <w:r w:rsidR="000A18E6">
              <w:t xml:space="preserve">nr </w:t>
            </w:r>
            <w:sdt>
              <w:sdtPr>
                <w:alias w:val="Registreerimisnumber"/>
                <w:tag w:val="RMReferenceCode"/>
                <w:id w:val="-2038800460"/>
                <w:placeholder>
                  <w:docPart w:val="7DC72CD6A3774C398F9BBA992837F6AE"/>
                </w:placeholder>
                <w:showingPlcHdr/>
                <w:dataBinding w:prefixMappings="xmlns:ns0='http://schemas.microsoft.com/office/2006/metadata/properties' xmlns:ns1='http://www.w3.org/2001/XMLSchema-instance' xmlns:ns2='05ca2c3a-b2d1-4b52-8f5f-1386ef50a19d' " w:xpath="/ns0:properties[1]/documentManagement[1]/ns2:RMReferenceCode[1]" w:storeItemID="{93973AEF-216E-45DC-91BE-F4586FAD557B}"/>
                <w:text/>
              </w:sdtPr>
              <w:sdtEndPr/>
              <w:sdtContent>
                <w:r w:rsidR="000A32A0" w:rsidRPr="008A2853">
                  <w:rPr>
                    <w:rStyle w:val="Kohatitetekst"/>
                  </w:rPr>
                  <w:t>[Registreerimisnumber]</w:t>
                </w:r>
              </w:sdtContent>
            </w:sdt>
          </w:p>
        </w:tc>
      </w:tr>
      <w:tr w:rsidR="002C6D8F" w:rsidRPr="001D4CFB" w14:paraId="6C1D7A4F" w14:textId="77777777" w:rsidTr="009103D9">
        <w:trPr>
          <w:trHeight w:val="331"/>
        </w:trPr>
        <w:tc>
          <w:tcPr>
            <w:tcW w:w="6096" w:type="dxa"/>
          </w:tcPr>
          <w:p w14:paraId="2156EB24" w14:textId="77777777" w:rsidR="009F1424" w:rsidRDefault="009F1424" w:rsidP="00C03BF6">
            <w:pPr>
              <w:pStyle w:val="Adressaat"/>
            </w:pPr>
          </w:p>
          <w:p w14:paraId="6C1D7A4D" w14:textId="0366BB06" w:rsidR="002C6D8F" w:rsidRPr="00C03BF6" w:rsidRDefault="009C4AB5" w:rsidP="00C03BF6">
            <w:pPr>
              <w:pStyle w:val="Adressaat"/>
            </w:pPr>
            <w:r w:rsidRPr="00C03BF6">
              <w:t xml:space="preserve">Eesti seisukohad Euroopa Liidu teadusuuringute ja innovatsiooni raamprogrammi </w:t>
            </w:r>
            <w:r w:rsidR="00C03BF6" w:rsidRPr="00C03BF6">
              <w:t>„</w:t>
            </w:r>
            <w:r w:rsidRPr="00C03BF6">
              <w:t>Euroopa horisont</w:t>
            </w:r>
            <w:r w:rsidR="00C03BF6" w:rsidRPr="00C03BF6">
              <w:t xml:space="preserve">“ </w:t>
            </w:r>
            <w:r w:rsidRPr="00C03BF6">
              <w:t>aastateks 2028-2034 määruse kohta</w:t>
            </w:r>
          </w:p>
        </w:tc>
        <w:tc>
          <w:tcPr>
            <w:tcW w:w="2976" w:type="dxa"/>
          </w:tcPr>
          <w:p w14:paraId="6C1D7A4E" w14:textId="77777777" w:rsidR="002C6D8F" w:rsidRDefault="002C6D8F" w:rsidP="00124999"/>
        </w:tc>
      </w:tr>
    </w:tbl>
    <w:p w14:paraId="6C1D7A52" w14:textId="77777777" w:rsidR="00A13FDE" w:rsidRDefault="00A13FDE" w:rsidP="00EC4CF7">
      <w:pPr>
        <w:pStyle w:val="Snum"/>
      </w:pPr>
    </w:p>
    <w:p w14:paraId="6C1D7A53" w14:textId="77777777" w:rsidR="00A13FDE" w:rsidRDefault="00A13FDE" w:rsidP="00EC4CF7">
      <w:pPr>
        <w:pStyle w:val="Snum"/>
      </w:pPr>
    </w:p>
    <w:p w14:paraId="40C94C24" w14:textId="5184E09E" w:rsidR="00F66B83" w:rsidRPr="009C4AB5" w:rsidRDefault="00F66B83" w:rsidP="00F66B83">
      <w:pPr>
        <w:pStyle w:val="Snum"/>
        <w:rPr>
          <w:color w:val="000000" w:themeColor="text1"/>
        </w:rPr>
      </w:pPr>
      <w:r w:rsidRPr="00E2219E">
        <w:t xml:space="preserve">Esitame Vabariigi Valitsuse </w:t>
      </w:r>
      <w:r>
        <w:t xml:space="preserve">istungi </w:t>
      </w:r>
      <w:r w:rsidRPr="00E2219E">
        <w:t xml:space="preserve">päevakorda Vabariigi Valitsuse </w:t>
      </w:r>
      <w:r>
        <w:t>protokollilise otsuse</w:t>
      </w:r>
      <w:r w:rsidRPr="00E2219E">
        <w:t xml:space="preserve"> „</w:t>
      </w:r>
      <w:r w:rsidR="009C4AB5" w:rsidRPr="009C4AB5">
        <w:rPr>
          <w:color w:val="000000" w:themeColor="text1"/>
        </w:rPr>
        <w:t>Eesti seisukohad Euroopa Liidu teadusuuringute ja innovatsiooni raamprogrammi „Euroopa horisont“ aastateks 2028-2034 määruse kohta</w:t>
      </w:r>
      <w:r w:rsidRPr="009C4AB5">
        <w:rPr>
          <w:color w:val="000000" w:themeColor="text1"/>
        </w:rPr>
        <w:t>“ eelnõu.</w:t>
      </w:r>
    </w:p>
    <w:p w14:paraId="6C1D7A56" w14:textId="77777777" w:rsidR="00A13FDE" w:rsidRDefault="00A13FDE" w:rsidP="00EC4CF7">
      <w:pPr>
        <w:pStyle w:val="Snum"/>
      </w:pPr>
    </w:p>
    <w:p w14:paraId="6C1D7A57" w14:textId="77777777" w:rsidR="00A13FDE" w:rsidRDefault="00A13FDE" w:rsidP="00EC4CF7">
      <w:pPr>
        <w:pStyle w:val="Snum"/>
      </w:pPr>
      <w:r>
        <w:t>Lugupidamisega</w:t>
      </w:r>
    </w:p>
    <w:p w14:paraId="6C1D7A58" w14:textId="77777777" w:rsidR="00A13FDE" w:rsidRDefault="00A13FDE" w:rsidP="00EC4CF7">
      <w:pPr>
        <w:pStyle w:val="Snum"/>
      </w:pPr>
    </w:p>
    <w:p w14:paraId="6C1D7A59" w14:textId="77777777" w:rsidR="00A13FDE" w:rsidRDefault="00A13FDE" w:rsidP="00EC4CF7">
      <w:pPr>
        <w:pStyle w:val="Snum"/>
      </w:pPr>
    </w:p>
    <w:p w14:paraId="6C1D7A5A" w14:textId="77777777" w:rsidR="00A13FDE" w:rsidRDefault="00A13FDE" w:rsidP="00EC4CF7">
      <w:pPr>
        <w:pStyle w:val="Snum"/>
      </w:pPr>
    </w:p>
    <w:p w14:paraId="6C1D7A5B" w14:textId="77777777" w:rsidR="00A13FDE" w:rsidRDefault="00A13FDE" w:rsidP="00EC4CF7">
      <w:pPr>
        <w:pStyle w:val="Snum"/>
      </w:pPr>
      <w:r>
        <w:t>(allkirjastatud digitaalselt)</w:t>
      </w:r>
    </w:p>
    <w:p w14:paraId="6C1D7A5C" w14:textId="1BBD73C4" w:rsidR="00EC4CF7" w:rsidRDefault="00937D5B" w:rsidP="00EC4CF7">
      <w:pPr>
        <w:pStyle w:val="Snum"/>
      </w:pPr>
      <w:sdt>
        <w:sdtPr>
          <w:alias w:val="Allkirjastaja"/>
          <w:tag w:val="Allkirjastaja"/>
          <w:id w:val="707914270"/>
          <w:lock w:val="contentLocked"/>
          <w:placeholder>
            <w:docPart w:val="960B4E8421524869A5726F78D167CA21"/>
          </w:placeholder>
          <w:dataBinding w:prefixMappings="xmlns:ns0='http://schemas.microsoft.com/office/2006/metadata/properties' xmlns:ns1='http://www.w3.org/2001/XMLSchema-instance' xmlns:ns2='05ca2c3a-b2d1-4b52-8f5f-1386ef50a19d' " w:xpath="/ns0:properties[1]/documentManagement[1]/ns2:Allkirjastaja[1]" w:storeItemID="{93973AEF-216E-45DC-91BE-F4586FAD557B}"/>
          <w:text/>
        </w:sdtPr>
        <w:sdtEndPr/>
        <w:sdtContent>
          <w:r w:rsidR="009C4AB5">
            <w:t>Kristina Kallas</w:t>
          </w:r>
        </w:sdtContent>
      </w:sdt>
    </w:p>
    <w:p w14:paraId="6C1D7A5F" w14:textId="2289CE56" w:rsidR="00A13FDE" w:rsidRDefault="00F66B83" w:rsidP="00EC4CF7">
      <w:pPr>
        <w:pStyle w:val="Snum"/>
      </w:pPr>
      <w:r>
        <w:t>minister</w:t>
      </w:r>
    </w:p>
    <w:p w14:paraId="6C1D7A60" w14:textId="77777777" w:rsidR="00D6661D" w:rsidRDefault="00D6661D" w:rsidP="00EC4CF7">
      <w:pPr>
        <w:pStyle w:val="Snum"/>
      </w:pPr>
    </w:p>
    <w:p w14:paraId="6C1D7A61" w14:textId="77777777" w:rsidR="00D6661D" w:rsidRDefault="00D6661D" w:rsidP="00EC4CF7">
      <w:pPr>
        <w:pStyle w:val="Snum"/>
      </w:pPr>
    </w:p>
    <w:p w14:paraId="6C1D7A62" w14:textId="77777777" w:rsidR="00D6661D" w:rsidRDefault="00D6661D" w:rsidP="00EC4CF7">
      <w:pPr>
        <w:pStyle w:val="Snum"/>
      </w:pPr>
    </w:p>
    <w:p w14:paraId="6C1D7A63" w14:textId="77777777" w:rsidR="00A13FDE" w:rsidRDefault="00A13FDE" w:rsidP="00EC4CF7">
      <w:pPr>
        <w:pStyle w:val="Snum"/>
      </w:pPr>
    </w:p>
    <w:p w14:paraId="6C1D7A64" w14:textId="0777F58D" w:rsidR="00A13FDE" w:rsidRDefault="00A13FDE" w:rsidP="00EC4CF7">
      <w:pPr>
        <w:pStyle w:val="Snum"/>
      </w:pPr>
      <w:r>
        <w:t>Lisa</w:t>
      </w:r>
      <w:r w:rsidR="00C03BF6">
        <w:t>d</w:t>
      </w:r>
      <w:r>
        <w:t>:</w:t>
      </w:r>
    </w:p>
    <w:p w14:paraId="3AD35A24" w14:textId="4E405DFD" w:rsidR="00C03BF6" w:rsidRDefault="00A13FDE" w:rsidP="00EC4CF7">
      <w:pPr>
        <w:pStyle w:val="Snum"/>
      </w:pPr>
      <w:r>
        <w:t>1.</w:t>
      </w:r>
      <w:r w:rsidR="00B05A83">
        <w:t xml:space="preserve"> </w:t>
      </w:r>
      <w:r w:rsidR="006C2BD1">
        <w:t>E</w:t>
      </w:r>
      <w:r w:rsidR="009C4AB5">
        <w:t>elnõu</w:t>
      </w:r>
    </w:p>
    <w:p w14:paraId="052EBBA2" w14:textId="77777777" w:rsidR="00C03BF6" w:rsidRDefault="009C4AB5" w:rsidP="00EC4CF7">
      <w:pPr>
        <w:pStyle w:val="Snum"/>
      </w:pPr>
      <w:r>
        <w:t>2. Seletuskiri</w:t>
      </w:r>
    </w:p>
    <w:p w14:paraId="0C2D4423" w14:textId="77777777" w:rsidR="00C03BF6" w:rsidRDefault="009C4AB5" w:rsidP="00EC4CF7">
      <w:pPr>
        <w:pStyle w:val="Snum"/>
      </w:pPr>
      <w:r>
        <w:t>3. Kaasatud asutuste nimekiri</w:t>
      </w:r>
    </w:p>
    <w:p w14:paraId="6C1D7A65" w14:textId="6CE0EE92" w:rsidR="00A13FDE" w:rsidRDefault="009C4AB5" w:rsidP="00EC4CF7">
      <w:pPr>
        <w:pStyle w:val="Snum"/>
      </w:pPr>
      <w:r>
        <w:t>4. Märkustega arvestamise tabel</w:t>
      </w:r>
    </w:p>
    <w:p w14:paraId="6C1D7A67" w14:textId="77777777" w:rsidR="00A13FDE" w:rsidRDefault="00A13FDE" w:rsidP="00EC4CF7">
      <w:pPr>
        <w:pStyle w:val="Snum"/>
      </w:pPr>
    </w:p>
    <w:p w14:paraId="6C1D7A68" w14:textId="77777777" w:rsidR="00D6661D" w:rsidRDefault="00D6661D" w:rsidP="00EC4CF7">
      <w:pPr>
        <w:pStyle w:val="Snum"/>
      </w:pPr>
    </w:p>
    <w:p w14:paraId="6C1D7A69" w14:textId="56A5E089" w:rsidR="00D6661D" w:rsidRDefault="00D6661D" w:rsidP="00EC4CF7">
      <w:pPr>
        <w:pStyle w:val="Snum"/>
      </w:pPr>
    </w:p>
    <w:p w14:paraId="6C1D7A6A" w14:textId="77777777" w:rsidR="000419B9" w:rsidRDefault="000419B9" w:rsidP="00EC4CF7">
      <w:pPr>
        <w:pStyle w:val="Snum"/>
      </w:pPr>
    </w:p>
    <w:p w14:paraId="6C1D7A6B" w14:textId="77777777" w:rsidR="000419B9" w:rsidRDefault="000419B9" w:rsidP="00EC4CF7">
      <w:pPr>
        <w:pStyle w:val="Snum"/>
      </w:pPr>
    </w:p>
    <w:p w14:paraId="6C1D7A6C" w14:textId="77777777" w:rsidR="000419B9" w:rsidRDefault="000419B9" w:rsidP="00EC4CF7">
      <w:pPr>
        <w:pStyle w:val="Snum"/>
      </w:pPr>
    </w:p>
    <w:p w14:paraId="6C1D7A6D" w14:textId="77777777" w:rsidR="000419B9" w:rsidRDefault="000419B9" w:rsidP="00EC4CF7">
      <w:pPr>
        <w:pStyle w:val="Snum"/>
      </w:pPr>
    </w:p>
    <w:p w14:paraId="6C1D7A6F" w14:textId="77777777" w:rsidR="000419B9" w:rsidRDefault="000419B9" w:rsidP="00EC4CF7">
      <w:pPr>
        <w:pStyle w:val="Snum"/>
      </w:pPr>
    </w:p>
    <w:p w14:paraId="6C1D7A70" w14:textId="77777777" w:rsidR="00D6661D" w:rsidRDefault="00D6661D" w:rsidP="00EC4CF7">
      <w:pPr>
        <w:pStyle w:val="Snum"/>
      </w:pPr>
    </w:p>
    <w:p w14:paraId="6C1D7A71" w14:textId="53F5586F" w:rsidR="000419B9" w:rsidRDefault="009C4AB5" w:rsidP="00EC4CF7">
      <w:pPr>
        <w:pStyle w:val="Snum"/>
      </w:pPr>
      <w:r>
        <w:t>Piret Sütt</w:t>
      </w:r>
    </w:p>
    <w:p w14:paraId="6C1D7A72" w14:textId="5BAE9C42" w:rsidR="00A13FDE" w:rsidRDefault="009C4AB5" w:rsidP="00EC4CF7">
      <w:pPr>
        <w:pStyle w:val="Snum"/>
      </w:pPr>
      <w:r>
        <w:t>735</w:t>
      </w:r>
      <w:r w:rsidR="00C03BF6">
        <w:t xml:space="preserve"> </w:t>
      </w:r>
      <w:r>
        <w:t>4046</w:t>
      </w:r>
    </w:p>
    <w:p w14:paraId="6C1D7A73" w14:textId="1FF7381A" w:rsidR="00BD078E" w:rsidRPr="00BD078E" w:rsidRDefault="009C4AB5" w:rsidP="00EC4CF7">
      <w:pPr>
        <w:pStyle w:val="Snum"/>
      </w:pPr>
      <w:r>
        <w:t>piret.sutt@hm.ee</w:t>
      </w:r>
    </w:p>
    <w:sectPr w:rsidR="00BD078E" w:rsidRPr="00BD078E" w:rsidSect="00EC4CF7">
      <w:footerReference w:type="default" r:id="rId11"/>
      <w:footerReference w:type="first" r:id="rId12"/>
      <w:pgSz w:w="11906" w:h="16838" w:code="9"/>
      <w:pgMar w:top="907" w:right="1021" w:bottom="1418" w:left="1814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DC631" w14:textId="77777777" w:rsidR="001B143E" w:rsidRDefault="001B143E" w:rsidP="00DF44DF">
      <w:r>
        <w:separator/>
      </w:r>
    </w:p>
  </w:endnote>
  <w:endnote w:type="continuationSeparator" w:id="0">
    <w:p w14:paraId="2EF967E1" w14:textId="77777777" w:rsidR="001B143E" w:rsidRDefault="001B143E" w:rsidP="00DF44DF">
      <w:r>
        <w:continuationSeparator/>
      </w:r>
    </w:p>
  </w:endnote>
  <w:endnote w:type="continuationNotice" w:id="1">
    <w:p w14:paraId="3F84D60B" w14:textId="77777777" w:rsidR="00C2797F" w:rsidRDefault="00C2797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D7A7C" w14:textId="77777777" w:rsidR="003B2A9C" w:rsidRPr="00AD2EA7" w:rsidRDefault="00E90F6E" w:rsidP="00B644AC">
    <w:pPr>
      <w:pStyle w:val="Jalus1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B56194">
      <w:rPr>
        <w:noProof/>
      </w:rPr>
      <w:t>2</w:t>
    </w:r>
    <w:r w:rsidRPr="00AD2EA7">
      <w:fldChar w:fldCharType="end"/>
    </w:r>
    <w:r w:rsidR="003B2A9C" w:rsidRPr="00AD2EA7">
      <w:t xml:space="preserve"> (</w:t>
    </w:r>
    <w:r w:rsidR="0091502B">
      <w:rPr>
        <w:noProof/>
      </w:rPr>
      <w:fldChar w:fldCharType="begin"/>
    </w:r>
    <w:r w:rsidR="0091502B">
      <w:rPr>
        <w:noProof/>
      </w:rPr>
      <w:instrText xml:space="preserve"> NUMPAGES </w:instrText>
    </w:r>
    <w:r w:rsidR="0091502B">
      <w:rPr>
        <w:noProof/>
      </w:rPr>
      <w:fldChar w:fldCharType="separate"/>
    </w:r>
    <w:r w:rsidR="00B56194">
      <w:rPr>
        <w:noProof/>
      </w:rPr>
      <w:t>2</w:t>
    </w:r>
    <w:r w:rsidR="0091502B">
      <w:rPr>
        <w:noProof/>
      </w:rPr>
      <w:fldChar w:fldCharType="end"/>
    </w:r>
    <w:r w:rsidR="003B2A9C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D7A7D" w14:textId="77777777" w:rsidR="00124999" w:rsidRPr="00622F8E" w:rsidRDefault="00622F8E" w:rsidP="00622F8E">
    <w:pPr>
      <w:pStyle w:val="Jalus"/>
    </w:pPr>
    <w:r w:rsidRPr="00622F8E">
      <w:rPr>
        <w:sz w:val="20"/>
        <w:szCs w:val="24"/>
      </w:rPr>
      <w:t xml:space="preserve">Munga 18/ 50088 Tartu/ 735 0222/ </w:t>
    </w:r>
    <w:hyperlink r:id="rId1" w:history="1">
      <w:r w:rsidRPr="00622F8E">
        <w:rPr>
          <w:rStyle w:val="Hperlink"/>
          <w:color w:val="auto"/>
          <w:sz w:val="20"/>
          <w:szCs w:val="24"/>
          <w:u w:val="none"/>
        </w:rPr>
        <w:t>hm@hm.ee/</w:t>
      </w:r>
    </w:hyperlink>
    <w:r w:rsidRPr="00622F8E">
      <w:rPr>
        <w:sz w:val="20"/>
        <w:szCs w:val="24"/>
      </w:rPr>
      <w:t xml:space="preserve"> </w:t>
    </w:r>
    <w:hyperlink r:id="rId2" w:history="1">
      <w:r w:rsidRPr="00622F8E">
        <w:rPr>
          <w:rStyle w:val="Hperlink"/>
          <w:color w:val="auto"/>
          <w:sz w:val="20"/>
          <w:szCs w:val="24"/>
          <w:u w:val="none"/>
        </w:rPr>
        <w:t>www.hm.ee/</w:t>
      </w:r>
    </w:hyperlink>
    <w:r w:rsidRPr="00622F8E">
      <w:rPr>
        <w:sz w:val="20"/>
        <w:szCs w:val="24"/>
      </w:rPr>
      <w:t xml:space="preserve"> Registrikood 70000740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09683" w14:textId="77777777" w:rsidR="001B143E" w:rsidRDefault="001B143E" w:rsidP="00DF44DF">
      <w:r>
        <w:separator/>
      </w:r>
    </w:p>
  </w:footnote>
  <w:footnote w:type="continuationSeparator" w:id="0">
    <w:p w14:paraId="316D3FEF" w14:textId="77777777" w:rsidR="001B143E" w:rsidRDefault="001B143E" w:rsidP="00DF44DF">
      <w:r>
        <w:continuationSeparator/>
      </w:r>
    </w:p>
  </w:footnote>
  <w:footnote w:type="continuationNotice" w:id="1">
    <w:p w14:paraId="2BCF8AA4" w14:textId="77777777" w:rsidR="00C2797F" w:rsidRDefault="00C2797F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61D"/>
    <w:rsid w:val="000067E5"/>
    <w:rsid w:val="000419B9"/>
    <w:rsid w:val="00060947"/>
    <w:rsid w:val="00066FD2"/>
    <w:rsid w:val="0007707A"/>
    <w:rsid w:val="000836ED"/>
    <w:rsid w:val="000913FC"/>
    <w:rsid w:val="000933A9"/>
    <w:rsid w:val="000A17B5"/>
    <w:rsid w:val="000A18E6"/>
    <w:rsid w:val="000A32A0"/>
    <w:rsid w:val="000E13D4"/>
    <w:rsid w:val="001137C3"/>
    <w:rsid w:val="00123DD4"/>
    <w:rsid w:val="00124999"/>
    <w:rsid w:val="00131F62"/>
    <w:rsid w:val="0014136B"/>
    <w:rsid w:val="0015086F"/>
    <w:rsid w:val="001523BD"/>
    <w:rsid w:val="00153E65"/>
    <w:rsid w:val="00172642"/>
    <w:rsid w:val="001A2D73"/>
    <w:rsid w:val="001A7D04"/>
    <w:rsid w:val="001B0161"/>
    <w:rsid w:val="001B143E"/>
    <w:rsid w:val="001D4CFB"/>
    <w:rsid w:val="002008A2"/>
    <w:rsid w:val="00203B4F"/>
    <w:rsid w:val="00252DB7"/>
    <w:rsid w:val="00275D34"/>
    <w:rsid w:val="002835BB"/>
    <w:rsid w:val="00290E79"/>
    <w:rsid w:val="00293449"/>
    <w:rsid w:val="002B124D"/>
    <w:rsid w:val="002C6D8F"/>
    <w:rsid w:val="002D4A21"/>
    <w:rsid w:val="002F254F"/>
    <w:rsid w:val="002F7638"/>
    <w:rsid w:val="00302ACB"/>
    <w:rsid w:val="003270DD"/>
    <w:rsid w:val="0034719C"/>
    <w:rsid w:val="00352E55"/>
    <w:rsid w:val="00354059"/>
    <w:rsid w:val="00385865"/>
    <w:rsid w:val="00386E22"/>
    <w:rsid w:val="00394DCB"/>
    <w:rsid w:val="003969DA"/>
    <w:rsid w:val="003B2A9C"/>
    <w:rsid w:val="003E23C7"/>
    <w:rsid w:val="00421285"/>
    <w:rsid w:val="00423BC5"/>
    <w:rsid w:val="0042656F"/>
    <w:rsid w:val="00435A13"/>
    <w:rsid w:val="0044084D"/>
    <w:rsid w:val="004520D1"/>
    <w:rsid w:val="004A74F3"/>
    <w:rsid w:val="004C1391"/>
    <w:rsid w:val="0052084A"/>
    <w:rsid w:val="00530F52"/>
    <w:rsid w:val="00546204"/>
    <w:rsid w:val="00551E24"/>
    <w:rsid w:val="00557534"/>
    <w:rsid w:val="00560A92"/>
    <w:rsid w:val="00564569"/>
    <w:rsid w:val="00597CCD"/>
    <w:rsid w:val="005B5CE1"/>
    <w:rsid w:val="005E1D41"/>
    <w:rsid w:val="005E3AED"/>
    <w:rsid w:val="005E45BB"/>
    <w:rsid w:val="005E7A36"/>
    <w:rsid w:val="00600661"/>
    <w:rsid w:val="00602834"/>
    <w:rsid w:val="006042AA"/>
    <w:rsid w:val="006104C0"/>
    <w:rsid w:val="00622F8E"/>
    <w:rsid w:val="006541E8"/>
    <w:rsid w:val="00680609"/>
    <w:rsid w:val="00687081"/>
    <w:rsid w:val="006A01AC"/>
    <w:rsid w:val="006C2BD1"/>
    <w:rsid w:val="006C4AA3"/>
    <w:rsid w:val="006E16BD"/>
    <w:rsid w:val="006E67FE"/>
    <w:rsid w:val="006F245F"/>
    <w:rsid w:val="006F3BB9"/>
    <w:rsid w:val="006F55A3"/>
    <w:rsid w:val="006F72D7"/>
    <w:rsid w:val="007056E1"/>
    <w:rsid w:val="00713327"/>
    <w:rsid w:val="00717508"/>
    <w:rsid w:val="00743D8F"/>
    <w:rsid w:val="0075695A"/>
    <w:rsid w:val="00793DBA"/>
    <w:rsid w:val="007A1DE8"/>
    <w:rsid w:val="007A3961"/>
    <w:rsid w:val="007D23C7"/>
    <w:rsid w:val="007D54FC"/>
    <w:rsid w:val="00815093"/>
    <w:rsid w:val="00835858"/>
    <w:rsid w:val="00880742"/>
    <w:rsid w:val="00881DA8"/>
    <w:rsid w:val="008919F2"/>
    <w:rsid w:val="008B041F"/>
    <w:rsid w:val="008C7384"/>
    <w:rsid w:val="008C7784"/>
    <w:rsid w:val="008D4634"/>
    <w:rsid w:val="008E0D1F"/>
    <w:rsid w:val="008F0B50"/>
    <w:rsid w:val="0090042D"/>
    <w:rsid w:val="00905EBB"/>
    <w:rsid w:val="009103D9"/>
    <w:rsid w:val="00911662"/>
    <w:rsid w:val="0091319A"/>
    <w:rsid w:val="0091502B"/>
    <w:rsid w:val="0091786B"/>
    <w:rsid w:val="009370A4"/>
    <w:rsid w:val="00937D5B"/>
    <w:rsid w:val="009434DC"/>
    <w:rsid w:val="009825D2"/>
    <w:rsid w:val="009C4AB5"/>
    <w:rsid w:val="009C5238"/>
    <w:rsid w:val="009D5C2A"/>
    <w:rsid w:val="009E3E87"/>
    <w:rsid w:val="009E7F4A"/>
    <w:rsid w:val="009F1424"/>
    <w:rsid w:val="00A10E66"/>
    <w:rsid w:val="00A1244E"/>
    <w:rsid w:val="00A13FDE"/>
    <w:rsid w:val="00A240BE"/>
    <w:rsid w:val="00A35FBA"/>
    <w:rsid w:val="00A50322"/>
    <w:rsid w:val="00A70A03"/>
    <w:rsid w:val="00A87B91"/>
    <w:rsid w:val="00AA7269"/>
    <w:rsid w:val="00AB56CA"/>
    <w:rsid w:val="00AC4752"/>
    <w:rsid w:val="00AD2EA7"/>
    <w:rsid w:val="00AE02A8"/>
    <w:rsid w:val="00AE71A0"/>
    <w:rsid w:val="00B05A83"/>
    <w:rsid w:val="00B1403A"/>
    <w:rsid w:val="00B201AB"/>
    <w:rsid w:val="00B31EF1"/>
    <w:rsid w:val="00B3319F"/>
    <w:rsid w:val="00B526BF"/>
    <w:rsid w:val="00B56194"/>
    <w:rsid w:val="00B644AC"/>
    <w:rsid w:val="00B676C8"/>
    <w:rsid w:val="00B843FB"/>
    <w:rsid w:val="00BA1348"/>
    <w:rsid w:val="00BA148F"/>
    <w:rsid w:val="00BC1A62"/>
    <w:rsid w:val="00BC2CD9"/>
    <w:rsid w:val="00BD078E"/>
    <w:rsid w:val="00BD3CCF"/>
    <w:rsid w:val="00BE0CC9"/>
    <w:rsid w:val="00BF4D7C"/>
    <w:rsid w:val="00C03BF6"/>
    <w:rsid w:val="00C15B7F"/>
    <w:rsid w:val="00C165B4"/>
    <w:rsid w:val="00C24F66"/>
    <w:rsid w:val="00C267A1"/>
    <w:rsid w:val="00C2797F"/>
    <w:rsid w:val="00C27B07"/>
    <w:rsid w:val="00C41FC5"/>
    <w:rsid w:val="00C83346"/>
    <w:rsid w:val="00C95769"/>
    <w:rsid w:val="00CA099B"/>
    <w:rsid w:val="00CA1385"/>
    <w:rsid w:val="00CA271F"/>
    <w:rsid w:val="00CA583B"/>
    <w:rsid w:val="00CA5F0B"/>
    <w:rsid w:val="00CD7AC8"/>
    <w:rsid w:val="00CF2B77"/>
    <w:rsid w:val="00CF4303"/>
    <w:rsid w:val="00D40650"/>
    <w:rsid w:val="00D6661D"/>
    <w:rsid w:val="00DB75F5"/>
    <w:rsid w:val="00DC1AA7"/>
    <w:rsid w:val="00DD580A"/>
    <w:rsid w:val="00DF3E6A"/>
    <w:rsid w:val="00DF44DF"/>
    <w:rsid w:val="00E01ED0"/>
    <w:rsid w:val="00E023F6"/>
    <w:rsid w:val="00E03DBB"/>
    <w:rsid w:val="00E14A09"/>
    <w:rsid w:val="00E221F0"/>
    <w:rsid w:val="00E30F9C"/>
    <w:rsid w:val="00E318D8"/>
    <w:rsid w:val="00E50290"/>
    <w:rsid w:val="00E90F6E"/>
    <w:rsid w:val="00EC4CF7"/>
    <w:rsid w:val="00F15329"/>
    <w:rsid w:val="00F31E2E"/>
    <w:rsid w:val="00F452D4"/>
    <w:rsid w:val="00F50DDB"/>
    <w:rsid w:val="00F66B83"/>
    <w:rsid w:val="00F9645B"/>
    <w:rsid w:val="00F9773D"/>
    <w:rsid w:val="00FB26FE"/>
    <w:rsid w:val="00FB54CC"/>
    <w:rsid w:val="00FC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oNotEmbedSmartTags/>
  <w:decimalSymbol w:val=","/>
  <w:listSeparator w:val=";"/>
  <w14:docId w14:val="6C1D7A3C"/>
  <w15:docId w15:val="{B1990D6F-DD20-44BF-A390-3A7C9FFCE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24"/>
        <w:sz w:val="24"/>
        <w:szCs w:val="24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b/>
      <w:bCs/>
      <w:color w:val="000000"/>
      <w:kern w:val="0"/>
      <w:sz w:val="28"/>
      <w:szCs w:val="28"/>
      <w:u w:color="000000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b/>
      <w:bCs/>
      <w:i/>
      <w:iCs/>
      <w:color w:val="000000"/>
      <w:kern w:val="0"/>
      <w:sz w:val="26"/>
      <w:szCs w:val="26"/>
      <w:u w:color="000000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b/>
      <w:bCs/>
      <w:color w:val="000000"/>
      <w:kern w:val="0"/>
      <w:sz w:val="22"/>
      <w:szCs w:val="22"/>
      <w:u w:color="000000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color w:val="000000"/>
      <w:kern w:val="0"/>
      <w:u w:color="000000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i/>
      <w:iCs/>
      <w:color w:val="000000"/>
      <w:kern w:val="0"/>
      <w:u w:color="000000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hAnsi="Arial" w:cs="Arial"/>
      <w:color w:val="000000"/>
      <w:kern w:val="0"/>
      <w:sz w:val="22"/>
      <w:szCs w:val="22"/>
      <w:u w:color="00000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B644AC"/>
    <w:pPr>
      <w:widowControl w:val="0"/>
      <w:suppressAutoHyphens/>
    </w:pPr>
    <w:rPr>
      <w:rFonts w:eastAsia="SimSun" w:cs="Mangal"/>
      <w:kern w:val="1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semiHidden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semiHidden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color w:val="000000"/>
      <w:kern w:val="0"/>
      <w:u w:color="000000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C03BF6"/>
    <w:pPr>
      <w:ind w:right="845"/>
    </w:pPr>
    <w:rPr>
      <w:rFonts w:eastAsia="SimSun"/>
      <w:b/>
      <w:bCs/>
      <w:lang w:eastAsia="zh-CN" w:bidi="hi-IN"/>
    </w:rPr>
  </w:style>
  <w:style w:type="paragraph" w:customStyle="1" w:styleId="Pealkiri1">
    <w:name w:val="Pealkiri1"/>
    <w:autoRedefine/>
    <w:qFormat/>
    <w:rsid w:val="00B56194"/>
    <w:pPr>
      <w:spacing w:after="560"/>
    </w:pPr>
    <w:rPr>
      <w:rFonts w:eastAsia="SimSun"/>
      <w:kern w:val="1"/>
      <w:lang w:eastAsia="zh-CN" w:bidi="hi-IN"/>
    </w:rPr>
  </w:style>
  <w:style w:type="paragraph" w:customStyle="1" w:styleId="Snum">
    <w:name w:val="Sõnum"/>
    <w:autoRedefine/>
    <w:qFormat/>
    <w:rsid w:val="00EC4CF7"/>
    <w:pPr>
      <w:tabs>
        <w:tab w:val="left" w:pos="5670"/>
      </w:tabs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styleId="Kohatitetekst">
    <w:name w:val="Placeholder Text"/>
    <w:basedOn w:val="Liguvaikefont"/>
    <w:uiPriority w:val="99"/>
    <w:semiHidden/>
    <w:rsid w:val="00B05A8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hm.ee/" TargetMode="External"/><Relationship Id="rId1" Type="http://schemas.openxmlformats.org/officeDocument/2006/relationships/hyperlink" Target="mailto:hm@hm.ee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iri.undrits\Desktop\aruanded\HTM_kiri_EU17EE_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176704E418F496FABCB00E78564197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1E83F4D-55DB-48B5-8EE9-60499FC642BE}"/>
      </w:docPartPr>
      <w:docPartBody>
        <w:p w:rsidR="00D8015B" w:rsidRDefault="00CC3C27">
          <w:r w:rsidRPr="008A2853">
            <w:rPr>
              <w:rStyle w:val="Kohatitetekst"/>
            </w:rPr>
            <w:t>[Registreerimise kuupäev]</w:t>
          </w:r>
        </w:p>
      </w:docPartBody>
    </w:docPart>
    <w:docPart>
      <w:docPartPr>
        <w:name w:val="7DC72CD6A3774C398F9BBA992837F6A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789D5C2-A897-4A97-BCDB-4E4EACF6BB27}"/>
      </w:docPartPr>
      <w:docPartBody>
        <w:p w:rsidR="00D8015B" w:rsidRDefault="00CC3C27">
          <w:r w:rsidRPr="008A2853">
            <w:rPr>
              <w:rStyle w:val="Kohatitetekst"/>
            </w:rPr>
            <w:t>[Registreerimisnumber]</w:t>
          </w:r>
        </w:p>
      </w:docPartBody>
    </w:docPart>
    <w:docPart>
      <w:docPartPr>
        <w:name w:val="960B4E8421524869A5726F78D167CA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B3991EE-0000-4B12-8645-3590F11BB7F7}"/>
      </w:docPartPr>
      <w:docPartBody>
        <w:p w:rsidR="00D8015B" w:rsidRDefault="00CC3C27">
          <w:r w:rsidRPr="008A2853">
            <w:rPr>
              <w:rStyle w:val="Kohatitetekst"/>
            </w:rPr>
            <w:t>[Allkirjastaja]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D06"/>
    <w:rsid w:val="000370E4"/>
    <w:rsid w:val="000B4CE3"/>
    <w:rsid w:val="000D35EB"/>
    <w:rsid w:val="00131F62"/>
    <w:rsid w:val="00141B7C"/>
    <w:rsid w:val="0015086F"/>
    <w:rsid w:val="00187AE7"/>
    <w:rsid w:val="001914AA"/>
    <w:rsid w:val="002F4681"/>
    <w:rsid w:val="00302ACB"/>
    <w:rsid w:val="00316FA4"/>
    <w:rsid w:val="003E23C7"/>
    <w:rsid w:val="004031E1"/>
    <w:rsid w:val="00425564"/>
    <w:rsid w:val="004702E7"/>
    <w:rsid w:val="004F47D0"/>
    <w:rsid w:val="00513C65"/>
    <w:rsid w:val="005B5824"/>
    <w:rsid w:val="00660EF5"/>
    <w:rsid w:val="006A0ED4"/>
    <w:rsid w:val="006A5D75"/>
    <w:rsid w:val="00770099"/>
    <w:rsid w:val="00782C98"/>
    <w:rsid w:val="00784BA1"/>
    <w:rsid w:val="007C0EFD"/>
    <w:rsid w:val="007C4071"/>
    <w:rsid w:val="007F5764"/>
    <w:rsid w:val="00840F79"/>
    <w:rsid w:val="008657FE"/>
    <w:rsid w:val="009754A0"/>
    <w:rsid w:val="00997318"/>
    <w:rsid w:val="009D5C2A"/>
    <w:rsid w:val="00A24666"/>
    <w:rsid w:val="00A35FBA"/>
    <w:rsid w:val="00A54D06"/>
    <w:rsid w:val="00A65A58"/>
    <w:rsid w:val="00A77C7F"/>
    <w:rsid w:val="00B504A1"/>
    <w:rsid w:val="00B6151C"/>
    <w:rsid w:val="00B85D80"/>
    <w:rsid w:val="00B94FD8"/>
    <w:rsid w:val="00BA1526"/>
    <w:rsid w:val="00C165B4"/>
    <w:rsid w:val="00CC3C27"/>
    <w:rsid w:val="00CC73A1"/>
    <w:rsid w:val="00D1224B"/>
    <w:rsid w:val="00D34C8D"/>
    <w:rsid w:val="00D415C2"/>
    <w:rsid w:val="00D73DF3"/>
    <w:rsid w:val="00D8015B"/>
    <w:rsid w:val="00DD4CC9"/>
    <w:rsid w:val="00E71E3F"/>
    <w:rsid w:val="00EB1772"/>
    <w:rsid w:val="00F148BA"/>
    <w:rsid w:val="00F23A33"/>
    <w:rsid w:val="00F43A8C"/>
    <w:rsid w:val="00F454DC"/>
    <w:rsid w:val="00FF0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99731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>
  <documentManagement xmlns:xsi="http://www.w3.org/2001/XMLSchema-instance">
    <RMTitle xmlns="05ca2c3a-b2d1-4b52-8f5f-1386ef50a19d"/>
    <RMRegistrationDate xmlns="05ca2c3a-b2d1-4b52-8f5f-1386ef50a19d">2025-12-31T10:38:30.9401464Z</RMRegistrationDate>
    <RMReferenceCode xmlns="05ca2c3a-b2d1-4b52-8f5f-1386ef50a19d">8-1/25/5744</RMReferenceCode>
    <ContactId xmlns="05ca2c3a-b2d1-4b52-8f5f-1386ef50a19d" xsi:nil="true"/>
    <Asutus xmlns="05ca2c3a-b2d1-4b52-8f5f-1386ef50a19d">Riigikantselei</Asutus>
    <Isik xmlns="05ca2c3a-b2d1-4b52-8f5f-1386ef50a19d" xsi:nil="true"/>
    <Isik_x0020__x0028_ei_x0020_lähe_x0020_ADR-i_x0029_ xmlns="05ca2c3a-b2d1-4b52-8f5f-1386ef50a19d" xsi:nil="true"/>
    <E-posti_x0020_aadress xmlns="05ca2c3a-b2d1-4b52-8f5f-1386ef50a19d" xsi:nil="true"/>
    <Aadress xmlns="05ca2c3a-b2d1-4b52-8f5f-1386ef50a19d" xsi:nil="true"/>
    <Indeks xmlns="05ca2c3a-b2d1-4b52-8f5f-1386ef50a19d" xsi:nil="true"/>
    <Linn_x002F_Vald xmlns="05ca2c3a-b2d1-4b52-8f5f-1386ef50a19d" xsi:nil="true"/>
    <Maakond xmlns="05ca2c3a-b2d1-4b52-8f5f-1386ef50a19d" xsi:nil="true"/>
    <Saatmisviis xmlns="05ca2c3a-b2d1-4b52-8f5f-1386ef50a19d"/>
    <Kuupäev xmlns="05ca2c3a-b2d1-4b52-8f5f-1386ef50a19d" xsi:nil="true"/>
    <Saatja_x0020_kirja_x0020_number xmlns="05ca2c3a-b2d1-4b52-8f5f-1386ef50a19d" xsi:nil="true"/>
    <Koostaja xmlns="05ca2c3a-b2d1-4b52-8f5f-1386ef50a19d">Piret Sütt</Koostaja>
    <Koostaja_x0020_isik xmlns="05ca2c3a-b2d1-4b52-8f5f-1386ef50a19d">Piret Sütt</Koostaja_x0020_isik>
    <Koostaja_x0020_ametinimetus xmlns="05ca2c3a-b2d1-4b52-8f5f-1386ef50a19d">nõunik</Koostaja_x0020_ametinimetus>
    <Koostaja_x0020_telefon xmlns="05ca2c3a-b2d1-4b52-8f5f-1386ef50a19d">7354046</Koostaja_x0020_telefon>
    <Koostaja_x0020_e-posti_x0020_aadress xmlns="05ca2c3a-b2d1-4b52-8f5f-1386ef50a19d">piret.sutt@hm.ee</Koostaja_x0020_e-posti_x0020_aadress>
    <Lisad xmlns="05ca2c3a-b2d1-4b52-8f5f-1386ef50a19d">1. Otsuse eelnõu
2. Seletuskiri
3. Kaasatud asutuste nimekiri
4. Märkustega arvestamise tabel</Lisad>
    <Koopia_x0020_saajad_x0020_väljast xmlns="05ca2c3a-b2d1-4b52-8f5f-1386ef50a19d" xsi:nil="true"/>
    <Koopia_x0020_saajad_x0020_aadress xmlns="05ca2c3a-b2d1-4b52-8f5f-1386ef50a19d" xsi:nil="true"/>
    <Allkirjastaja xmlns="05ca2c3a-b2d1-4b52-8f5f-1386ef50a19d">Kristina Kallas</Allkirjastaja>
    <Allkirjastaja_x0020_ametinimetus xmlns="05ca2c3a-b2d1-4b52-8f5f-1386ef50a19d">minister</Allkirjastaja_x0020_ametinimetus>
    <Allkirjastaja_x0020_2 xmlns="05ca2c3a-b2d1-4b52-8f5f-1386ef50a19d" xsi:nil="true"/>
    <Allkirjastaja_x0020_ametinimetus_x0020_2 xmlns="05ca2c3a-b2d1-4b52-8f5f-1386ef50a19d" xsi:nil="true"/>
    <RMAccessRestrictedFrom xmlns="05ca2c3a-b2d1-4b52-8f5f-1386ef50a19d" xsi:nil="true"/>
    <RMAccessRestrictedUntil xmlns="05ca2c3a-b2d1-4b52-8f5f-1386ef50a19d" xsi:nil="true"/>
    <RMAccessRestrictionLevel xmlns="05ca2c3a-b2d1-4b52-8f5f-1386ef50a19d">Avalik</RMAccessRestrictionLevel>
    <RMAccessRestrictionReason xmlns="05ca2c3a-b2d1-4b52-8f5f-1386ef50a19d" xsi:nil="true"/>
    <RMAccessRestrictionPublishingLevel xmlns="05ca2c3a-b2d1-4b52-8f5f-1386ef50a19d">0</RMAccessRestrictionPublishingLevel>
    <RMAccessRestrictionDate xmlns="05ca2c3a-b2d1-4b52-8f5f-1386ef50a19d" xsi:nil="true"/>
    <RMAccessRestrictionDuration xmlns="05ca2c3a-b2d1-4b52-8f5f-1386ef50a19d" xsi:nil="true"/>
    <RMAccessRestrictionNotificationTime xmlns="05ca2c3a-b2d1-4b52-8f5f-1386ef50a19d" xsi:nil="true"/>
    <RMAccessRestrictionEndEvent xmlns="05ca2c3a-b2d1-4b52-8f5f-1386ef50a19d" xsi:nil="true"/>
    <RMAccessRestrictionOwnerTemp xmlns="05ca2c3a-b2d1-4b52-8f5f-1386ef50a19d" xsi:nil="true"/>
    <RMAccessRestrictionOwnerTempUntil xmlns="05ca2c3a-b2d1-4b52-8f5f-1386ef50a19d" xsi:nil="true"/>
    <RMAccessRestrictionExtended xmlns="05ca2c3a-b2d1-4b52-8f5f-1386ef50a19d" xsi:nil="true"/>
    <Ministri_x0020_nõunik xmlns="05ca2c3a-b2d1-4b52-8f5f-1386ef50a19d" xsi:nil="true"/>
    <Link_x0020_avalikus_x0020_veebis xmlns="05ca2c3a-b2d1-4b52-8f5f-1386ef50a19d">https://dok.hm.ee/et/document.html?id=fe7886c9-81a3-45da-891d-e830e6f68a30</Link_x0020_avalikus_x0020_veebis>
    <RMNotes xmlns="05ca2c3a-b2d1-4b52-8f5f-1386ef50a19d" xsi:nil="true"/>
    <Telefon xmlns="05ca2c3a-b2d1-4b52-8f5f-1386ef50a19d" xsi:nil="true"/>
    <RMOrderPosition xmlns="05ca2c3a-b2d1-4b52-8f5f-1386ef50a19d" xsi:nil="true"/>
    <RMInSigningContainer xmlns="05ca2c3a-b2d1-4b52-8f5f-1386ef50a19d" xsi:nil="true"/>
    <RMVirtualFolderNames xmlns="05ca2c3a-b2d1-4b52-8f5f-1386ef50a19d" xsi:nil="true"/>
    <RMInheritedFields xmlns="05ca2c3a-b2d1-4b52-8f5f-1386ef50a19d" xsi:nil="true"/>
    <RMPublishedDocumentUniqueId xmlns="05ca2c3a-b2d1-4b52-8f5f-1386ef50a19d" xsi:nil="true"/>
    <RMRevisionStatus xmlns="05ca2c3a-b2d1-4b52-8f5f-1386ef50a19d" xsi:nil="true"/>
    <RMRevisionNumber xmlns="05ca2c3a-b2d1-4b52-8f5f-1386ef50a19d" xsi:nil="true"/>
    <RMPublishedFrom xmlns="05ca2c3a-b2d1-4b52-8f5f-1386ef50a19d" xsi:nil="true"/>
    <RMPublishedUntil xmlns="05ca2c3a-b2d1-4b52-8f5f-1386ef50a19d" xsi:nil="true"/>
    <RMAddDocumentDataToFileName xmlns="05ca2c3a-b2d1-4b52-8f5f-1386ef50a19d">false</RMAddDocumentDataToFileName>
    <RMAccessRestrictionLastExtensionResolution xmlns="05ca2c3a-b2d1-4b52-8f5f-1386ef50a19d" xsi:nil="true"/>
    <RMAccessRestrictionFromSender xmlns="05ca2c3a-b2d1-4b52-8f5f-1386ef50a19d" xsi:nil="true"/>
    <RMDocumentExpirationDate xmlns="05ca2c3a-b2d1-4b52-8f5f-1386ef50a19d" xsi:nil="true"/>
    <RMExternalAccessRestrictionNotificationTime xmlns="05ca2c3a-b2d1-4b52-8f5f-1386ef50a19d" xsi:nil="true"/>
    <RMRetentionDeadline xmlns="05ca2c3a-b2d1-4b52-8f5f-1386ef50a19d" xsi:nil="true"/>
    <RMShouldArchiveFilesOnRegistration xmlns="05ca2c3a-b2d1-4b52-8f5f-1386ef50a19d">false</RMShouldArchiveFilesOnRegistration>
    <RMKeywords xmlns="05ca2c3a-b2d1-4b52-8f5f-1386ef50a19d" xsi:nil="true"/>
    <RMStatus xmlns="05ca2c3a-b2d1-4b52-8f5f-1386ef50a19d">InProcess</RMStatu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3.xml><?xml version="1.0" encoding="utf-8"?>
<?mso-contenttype ?>
<FormTemplates xmlns="http://schemas.microsoft.com/sharepoint/v3/contenttype/forms">
  <Display>ListForm</Display>
  <Edit>ListForm</Edit>
  <New>ListForm</New>
</FormTemplates>
</file>

<file path=customXml/item4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FF010A03" ma:contentTypeVersion="11549" fp:containerId="228b4970-73de-44a4-83e2-9513be360001" fp:lcid="1061" ma:contentTypeName="HTM_Väljaminev_kiri">
  <xs:schema xmlns:f="05ca2c3a-b2d1-4b52-8f5f-1386ef50a19d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RMTitle" minOccurs="0"/>
                <xs:element ref="f:RMRegistrationDate" minOccurs="0"/>
                <xs:element ref="f:RMReferenceCode" minOccurs="0"/>
                <xs:element ref="f:ContactId" minOccurs="0"/>
                <xs:element ref="f:Asutus" minOccurs="0"/>
                <xs:element ref="f:Isik" minOccurs="0"/>
                <xs:element ref="f:Isik_x0020__x0028_ei_x0020_lähe_x0020_ADR-i_x0029_" minOccurs="0"/>
                <xs:element ref="f:E-posti_x0020_aadress" minOccurs="0"/>
                <xs:element ref="f:Aadress" minOccurs="0"/>
                <xs:element ref="f:Indeks" minOccurs="0"/>
                <xs:element ref="f:Linn_x002F_Vald" minOccurs="0"/>
                <xs:element ref="f:Maakond" minOccurs="0"/>
                <xs:element ref="f:Saatmisviis" minOccurs="0"/>
                <xs:element ref="f:Kuupäev" minOccurs="0"/>
                <xs:element ref="f:Saatja_x0020_kirja_x0020_number" minOccurs="0"/>
                <xs:element ref="f:Koostaja" minOccurs="0"/>
                <xs:element ref="f:Koostaja_x0020_isik" minOccurs="0"/>
                <xs:element ref="f:Koostaja_x0020_ametinimetus" minOccurs="0"/>
                <xs:element ref="f:Koostaja_x0020_telefon" minOccurs="0"/>
                <xs:element ref="f:Koostaja_x0020_e-posti_x0020_aadress" minOccurs="0"/>
                <xs:element ref="f:Lisad" minOccurs="0"/>
                <xs:element ref="f:Koopia_x0020_saajad_x0020_väljast" minOccurs="0"/>
                <xs:element ref="f:Koopia_x0020_saajad_x0020_aadress" minOccurs="0"/>
                <xs:element ref="f:Allkirjastaja" minOccurs="0"/>
                <xs:element ref="f:Allkirjastaja_x0020_ametinimetus" minOccurs="0"/>
                <xs:element ref="f:Allkirjastaja_x0020_2" minOccurs="0"/>
                <xs:element ref="f:Allkirjastaja_x0020_ametinimetus_x0020_2" minOccurs="0"/>
                <xs:element ref="f:RMAccessRestrictedFrom" minOccurs="0"/>
                <xs:element ref="f:RMAccessRestrictedUntil" minOccurs="0"/>
                <xs:element ref="f:RMAccessRestrictionLevel" minOccurs="0"/>
                <xs:element ref="f:RMAccessRestrictionReason" minOccurs="0"/>
                <xs:element ref="f:RMAccessRestrictionPublishingLevel" minOccurs="0"/>
                <xs:element ref="f:RMAccessRestrictionDate" minOccurs="0"/>
                <xs:element ref="f:RMAccessRestrictionDuration" minOccurs="0"/>
                <xs:element ref="f:RMAccessRestrictionNotificationTime" minOccurs="0"/>
                <xs:element ref="f:RMAccessRestrictionEndEvent" minOccurs="0"/>
                <xs:element ref="f:RMAccessRestrictionOwnerTemp" minOccurs="0"/>
                <xs:element ref="f:RMAccessRestrictionOwnerTempUntil" minOccurs="0"/>
                <xs:element ref="f:RMAccessRestrictionExtended" minOccurs="0"/>
                <xs:element ref="f:Ministri_x0020_nõunik" minOccurs="0"/>
                <xs:element ref="f:Link_x0020_avalikus_x0020_veebis" minOccurs="0"/>
                <xs:element ref="f:RMNotes" minOccurs="0"/>
                <xs:element ref="f:Telefon" minOccurs="0"/>
                <xs:element ref="f:RMOrderPosition" minOccurs="0"/>
                <xs:element ref="f:RMInSigningContainer" minOccurs="0"/>
                <xs:element ref="f:RMVirtualFolderNames" minOccurs="0"/>
                <xs:element ref="f:RMInheritedFields" minOccurs="0"/>
                <xs:element ref="f:RMPublishedDocumentUniqueId" minOccurs="0"/>
                <xs:element ref="f:RMRevisionStatus" minOccurs="0"/>
                <xs:element ref="f:RMRevisionNumber" minOccurs="0"/>
                <xs:element ref="f:RMPublishedFrom" minOccurs="0"/>
                <xs:element ref="f:RMPublishedUntil" minOccurs="0"/>
                <xs:element ref="f:RMAddDocumentDataToFileName" minOccurs="0"/>
                <xs:element ref="f:RMAccessRestrictionLastExtensionResolution" minOccurs="0"/>
                <xs:element ref="f:RMAccessRestrictionFromSender" minOccurs="0"/>
                <xs:element ref="f:RMDocumentExpirationDate" minOccurs="0"/>
                <xs:element ref="f:RMExternalAccessRestrictionNotificationTime" minOccurs="0"/>
                <xs:element ref="f:RMRetentionDeadline" minOccurs="0"/>
                <xs:element ref="f:RMShouldArchiveFilesOnRegistration" minOccurs="0"/>
                <xs:element ref="f:RMKeywords" minOccurs="0"/>
                <xs:element ref="f:RMStatus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05ca2c3a-b2d1-4b52-8f5f-1386ef50a19d" elementFormDefault="qualified">
    <xs:element name="RMTitle" ma:displayName="Pealkiri" ma:index="0" ma:internalName="RMTitle" fp:namespace="228B497073DE44A483E29513BE360001" fp:type="String">
      <xs:simpleType>
        <xs:restriction base="dms:Text">
          <xs:maxLength value="600"/>
        </xs:restriction>
      </xs:simpleType>
    </xs:element>
    <xs:element name="RMRegistrationDate" ma:displayName="Registreerimise kuupäev" ma:index="1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2" ma:internalName="RMReferenceCode" nillable="true" ma:readOnly="true" fp:namespace="228B497073DE44A483E29513BE360001" fp:type="String">
      <xs:simpleType>
        <xs:restriction base="dms:Text"/>
      </xs:simpleType>
    </xs:element>
    <xs:element name="ContactId" ma:displayName="Saaja" ma:index="3" ma:internalName="ContactId" nillable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Asutus" ma:displayName="Asutus" ma:index="4" ma:internalName="Asutus" fp:namespace="228B497073DE44A483E29513BE360001" fp:type="String">
      <xs:simpleType>
        <xs:restriction base="dms:Text"/>
      </xs:simpleType>
    </xs:element>
    <xs:element name="Isik" ma:displayName="Isik (EI lähe ADR-i)" ma:index="5" ma:internalName="Isik" nillable="true" ma:readOnly="true" fp:namespace="228B497073DE44A483E29513BE360001" fp:type="String">
      <xs:simpleType>
        <xs:restriction base="dms:Text"/>
      </xs:simpleType>
    </xs:element>
    <xs:element name="Isik_x0020__x0028_ei_x0020_lähe_x0020_ADR-i_x0029_" ma:displayName="Isik (ei lähe ADR-i)" ma:index="6" ma:internalName="Isik_x0020__x0028_ei_x0020_lähe_x0020_ADR-i_x0029_" nillable="true" fp:namespace="228B497073DE44A483E29513BE360001" fp:type="String">
      <xs:simpleType>
        <xs:restriction base="dms:Text">
          <xs:maxLength value="255"/>
        </xs:restriction>
      </xs:simpleType>
    </xs:element>
    <xs:element name="E-posti_x0020_aadress" ma:displayName="E-posti aadress" ma:index="7" ma:internalName="E-posti_x0020_aadress" nillable="true" fp:namespace="228B497073DE44A483E29513BE360001" fp:type="String">
      <xs:simpleType>
        <xs:restriction base="dms:Text"/>
      </xs:simpleType>
    </xs:element>
    <xs:element name="Aadress" ma:displayName="Aadress" ma:index="8" ma:internalName="Aadress" nillable="true" fp:namespace="228B497073DE44A483E29513BE360001" fp:type="String">
      <xs:simpleType>
        <xs:restriction base="dms:Text"/>
      </xs:simpleType>
    </xs:element>
    <xs:element name="Indeks" ma:displayName="Indeks" ma:index="9" ma:internalName="Indeks" nillable="true" fp:namespace="228B497073DE44A483E29513BE360001" fp:type="String">
      <xs:simpleType>
        <xs:restriction base="dms:Text"/>
      </xs:simpleType>
    </xs:element>
    <xs:element name="Linn_x002F_Vald" ma:displayName="Linn/Vald" ma:index="10" ma:internalName="Linn_x002F_Vald" nillable="true" fp:namespace="228B497073DE44A483E29513BE360001" fp:type="String">
      <xs:simpleType>
        <xs:restriction base="dms:Text"/>
      </xs:simpleType>
    </xs:element>
    <xs:element name="Maakond" ma:displayName="Maakond" ma:index="11" ma:internalName="Maakond" nillable="true" ma:readOnly="true" fp:namespace="228B497073DE44A483E29513BE360001" fp:type="String">
      <xs:simpleType>
        <xs:restriction base="dms:Text"/>
      </xs:simpleType>
    </xs:element>
    <xs:element name="Saatmisviis" ma:displayName="Saatmisviis" ma:index="12" ma:internalName="Saatmisviis" fp:namespace="228B497073DE44A483E29513BE360001" fp:type="String">
      <xs:simpleType>
        <xs:restriction base="dms:Choice">
          <xs:enumeration value="DHX"/>
          <xs:enumeration value="e-post"/>
          <xs:enumeration value="e-post/DHX"/>
          <xs:enumeration value="faks"/>
          <xs:enumeration value="kullerpost"/>
          <xs:enumeration value="käsipost"/>
          <xs:enumeration value="post"/>
          <xs:enumeration value="tähitult"/>
          <xs:enumeration value="kodulehe kaudu"/>
          <xs:enumeration value="telefoni kaudu"/>
          <xs:enumeration value="EHISe kaudu"/>
          <xs:enumeration value="EIS kooskõlastamine"/>
          <xs:enumeration value="EIS kooskõlastamiseks"/>
          <xs:enumeration value="EIS istungile"/>
          <xs:enumeration value="EIS seisukoht"/>
          <xs:enumeration value="E-toimik"/>
          <xs:enumeration value="Asutuses kohapeal"/>
          <xs:enumeration value="sotsiaalmeedia kaudu"/>
        </xs:restriction>
      </xs:simpleType>
    </xs:element>
    <xs:element name="Kuupäev" ma:displayName="Saatja kuupäev" ma:index="13" ma:internalName="Kuupäev" nillable="true" ma:readOnly="true" fp:namespace="228B497073DE44A483E29513BE360001" ma:format="DateOnly" fp:type="DateTime">
      <xs:simpleType>
        <xs:restriction base="dms:DateTime"/>
      </xs:simpleType>
    </xs:element>
    <xs:element name="Saatja_x0020_kirja_x0020_number" ma:displayName="Saatja kirja number" ma:index="14" ma:internalName="Saatja_x0020_kirja_x0020_number" nillable="true" ma:readOnly="true" fp:namespace="228B497073DE44A483E29513BE360001" fp:type="String">
      <xs:simpleType>
        <xs:restriction base="dms:Text"/>
      </xs:simpleType>
    </xs:element>
    <xs:element name="Koostaja" ma:displayName="Koostaja" ma:index="15" ma:internalName="Koostaja" nillable="true" ma:readOnly="true" fp:namespace="228B497073DE44A483E29513BE360001" fp:type="String">
      <xs:simpleType>
        <xs:restriction base="dms:Text"/>
      </xs:simpleType>
    </xs:element>
    <xs:element name="Koostaja_x0020_isik" ma:displayName="Koostaja isik" ma:index="16" ma:internalName="Koostaja_x0020_isik" nillable="true" ma:readOnly="true" fp:namespace="228B497073DE44A483E29513BE360001" fp:type="String">
      <xs:simpleType>
        <xs:restriction base="dms:Text"/>
      </xs:simpleType>
    </xs:element>
    <xs:element name="Koostaja_x0020_ametinimetus" ma:displayName="Koostaja ametinimetus" ma:index="17" ma:internalName="Koostaja_x0020_ametinimetus" nillable="true" ma:readOnly="true" fp:namespace="228B497073DE44A483E29513BE360001" fp:type="String">
      <xs:simpleType>
        <xs:restriction base="dms:Text"/>
      </xs:simpleType>
    </xs:element>
    <xs:element name="Koostaja_x0020_telefon" ma:displayName="Koostaja telefon" ma:index="18" ma:internalName="Koostaja_x0020_telefon" nillable="true" fp:namespace="228B497073DE44A483E29513BE360001" fp:type="String">
      <xs:simpleType>
        <xs:restriction base="dms:Text"/>
      </xs:simpleType>
    </xs:element>
    <xs:element name="Koostaja_x0020_e-posti_x0020_aadress" ma:displayName="Koostaja e-posti aadress" ma:index="19" ma:internalName="Koostaja_x0020_e-posti_x0020_aadress" nillable="true" fp:namespace="228B497073DE44A483E29513BE360001" fp:type="String">
      <xs:simpleType>
        <xs:restriction base="dms:Text"/>
      </xs:simpleType>
    </xs:element>
    <xs:element name="Lisad" ma:displayName="Lisad" ma:index="20" ma:internalName="Lisad" nillable="true" fp:namespace="228B497073DE44A483E29513BE360001" fp:type="String">
      <xs:simpleType>
        <xs:restriction base="dms:Text"/>
      </xs:simpleType>
    </xs:element>
    <xs:element name="Koopia_x0020_saajad_x0020_väljast" ma:displayName="Asutusevälised koopia saajad (asutuse/isiku nimi)" ma:index="21" ma:internalName="Koopia_x0020_saajad_x0020_väljast" nillable="true" fp:namespace="228B497073DE44A483E29513BE360001" fp:type="String">
      <xs:simpleType>
        <xs:restriction base="dms:Text"/>
      </xs:simpleType>
    </xs:element>
    <xs:element name="Koopia_x0020_saajad_x0020_aadress" ma:displayName="Koopia saajad e-posti aadress" ma:index="22" ma:internalName="Koopia_x0020_saajad_x0020_aadress" nillable="true" fp:namespace="228B497073DE44A483E29513BE360001" fp:type="String">
      <xs:simpleType>
        <xs:restriction base="dms:Text"/>
      </xs:simpleType>
    </xs:element>
    <xs:element name="Allkirjastaja" ma:displayName="Allkirjastaja" ma:index="23" ma:internalName="Allkirjastaja" nillable="true" ma:readOnly="true" fp:namespace="228B497073DE44A483E29513BE360001" fp:type="String">
      <xs:simpleType>
        <xs:restriction base="dms:Text"/>
      </xs:simpleType>
    </xs:element>
    <xs:element name="Allkirjastaja_x0020_ametinimetus" ma:displayName="Allkirjastaja ametinimetus" ma:index="24" ma:internalName="Allkirjastaja_x0020_ametinimetus" nillable="true" fp:namespace="228B497073DE44A483E29513BE360001" fp:type="String">
      <xs:simpleType>
        <xs:restriction base="dms:Text"/>
      </xs:simpleType>
    </xs:element>
    <xs:element name="Allkirjastaja_x0020_2" ma:displayName="Allkirjastaja 2" ma:index="25" ma:internalName="Allkirjastaja_x0020_2" nillable="true" ma:readOnly="true" fp:namespace="228B497073DE44A483E29513BE360001" fp:type="String">
      <xs:simpleType>
        <xs:restriction base="dms:Text"/>
      </xs:simpleType>
    </xs:element>
    <xs:element name="Allkirjastaja_x0020_ametinimetus_x0020_2" ma:displayName="Allkirjastaja ametinimetus 2" ma:index="26" ma:internalName="Allkirjastaja_x0020_ametinimetus_x0020_2" nillable="true" fp:namespace="228B497073DE44A483E29513BE360001" fp:type="String">
      <xs:simpleType>
        <xs:restriction base="dms:Text"/>
      </xs:simpleType>
    </xs:element>
    <xs:element name="RMAccessRestrictedFrom" ma:displayName="Kehtiv alates" ma:index="27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Kehtiv kuni" ma:index="28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Level" ma:displayName="Juurdepääsupiirangu tase" ma:index="29" ma:internalName="RMAccessRestrictionLevel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30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PublishingLevel" ma:displayName="Avalikustamine" ma:index="31" ma:internalName="RMAccessRestrictionPublishingLevel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Date" ma:displayName="Fikseeritud lõppkuupäev" ma:index="32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Duration" ma:displayName="Kestus" ma:index="33" ma:internalName="RMAccessRestrictionDuration" nillable="true" ma:readOnly="true" fp:namespace="228B497073DE44A483E29513BE360001" fp:type="Int32">
      <xs:simpleType>
        <xs:restriction base="dms:Number">
          <xs:minInclusive value="-1"/>
          <xs:maxInclusive value="2147483647"/>
          <xs:pattern value="(-?\d+)?"/>
        </xs:restriction>
      </xs:simpleType>
    </xs:element>
    <xs:element name="RMAccessRestrictionNotificationTime" ma:displayName="Juurdepääsupiirangu meeldetuletus saadetud" ma:index="34" ma:internalName="RMAccessRestrictionNotificationTime" nillable="true" ma:readOnly="true" fp:namespace="228B497073DE44A483E29513BE360001" ma:format="DateTime" fp:type="DateTime">
      <xs:simpleType>
        <xs:restriction base="dms:DateTime"/>
      </xs:simpleType>
    </xs:element>
    <xs:element name="RMAccessRestrictionEndEvent" ma:displayName="Kehtiv kuni kirjeldus" ma:index="35" ma:internalName="RMAccessRestrictionEndEvent" nillable="true" ma:readOnly="true" fp:namespace="228B497073DE44A483E29513BE360001" fp:type="String">
      <xs:simpleType>
        <xs:restriction base="dms:Text"/>
      </xs:simpleType>
    </xs:element>
    <xs:element name="RMAccessRestrictionOwnerTemp" ma:displayName="Juurdepääsupiirangu eest ajutine vastutaja" ma:index="36" ma:internalName="RMAccessRestrictionOwnerTemp" nillable="true" ma:readOnly="true" fp:namespace="228B497073DE44A483E29513BE360001" fp:type="String">
      <xs:simpleType>
        <xs:restriction base="dms:Text"/>
      </xs:simpleType>
    </xs:element>
    <xs:element name="RMAccessRestrictionOwnerTempUntil" ma:displayName="Juurdepääsupiirangu eest ajutise vastutamise lõppkuupäev" ma:index="37" ma:internalName="RMAccessRestrictionOwnerTemp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Extended" ma:displayName="Juurdepääsupiirangu pikendamise kuupäev ja kellaaeg" ma:index="38" ma:internalName="RMAccessRestrictionExtended" nillable="true" ma:readOnly="true" fp:namespace="228B497073DE44A483E29513BE360001" ma:format="DateTime" fp:type="DateTime">
      <xs:simpleType>
        <xs:restriction base="dms:DateTime"/>
      </xs:simpleType>
    </xs:element>
    <xs:element name="Ministri_x0020_nõunik" ma:displayName="Ministri nõunik" ma:index="39" ma:internalName="Ministri_x0020_nõunik" nillable="true" ma:readOnly="true" fp:namespace="228B497073DE44A483E29513BE360001" fp:type="String">
      <xs:simpleType>
        <xs:restriction base="dms:Text"/>
      </xs:simpleType>
    </xs:element>
    <xs:element name="Link_x0020_avalikus_x0020_veebis" ma:displayName="Link avalikus veebis (ADR)" ma:index="40" ma:internalName="Link_x0020_avalikus_x0020_veebis" nillable="true" fp:namespace="228B497073DE44A483E29513BE360001" fp:type="String">
      <xs:simpleType>
        <xs:restriction base="dms:Text">
          <xs:maxLength value="255"/>
        </xs:restriction>
      </xs:simpleType>
    </xs:element>
    <xs:element name="RMNotes" ma:displayName="Märkused" ma:index="41" ma:internalName="RMNotes" nillable="true" fp:namespace="228B497073DE44A483E29513BE360001" fp:type="String">
      <xs:simpleType>
        <xs:restriction base="dms:Text"/>
      </xs:simpleType>
    </xs:element>
    <xs:element name="Telefon" ma:displayName="Telefon" ma:index="42" ma:internalName="Telefon" nillable="true" ma:readOnly="true" fp:namespace="228B497073DE44A483E29513BE360001" fp:type="String">
      <xs:simpleType>
        <xs:restriction base="dms:Text"/>
      </xs:simpleType>
    </xs:element>
    <xs:element name="RMOrderPosition" ma:displayName="Kausta dokumendi järjekorra number" ma:index="43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InSigningContainer" ma:displayName="In Signing Container" ma:index="44" ma:internalName="RMInSigningContainer" nillable="true" ma:readOnly="true" fp:namespace="228B497073DE44A483E29513BE360001" fp:type="Boolean">
      <xs:simpleType>
        <xs:restriction base="dms:Boolean"/>
      </xs:simpleType>
    </xs:element>
    <xs:element name="RMVirtualFolderNames" ma:displayName="Taotlustoimikud" ma:index="45" ma:internalName="RMVirtualFolderNames" nillable="true" ma:readOnly="true" fp:namespace="228B497073DE44A483E29513BE360001" fp:type="String">
      <xs:simpleType>
        <xs:restriction base="dms:Text"/>
      </xs:simpleType>
    </xs:element>
    <xs:element name="RMInheritedFields" ma:displayName="RMInheritedFields" ma:index="46" ma:internalName="RMInheritedFields" nillable="true" ma:readOnly="true" fp:namespace="228B497073DE44A483E29513BE360001" fp:type="String">
      <xs:simpleType>
        <xs:restriction base="dms:Text"/>
      </xs:simpleType>
    </xs:element>
    <xs:element name="RMPublishedDocumentUniqueId" ma:displayName="Viide avaldatud dokumendile" ma:index="47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RevisionStatus" ma:displayName="Versiooni olek" ma:index="48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RevisionNumber" ma:displayName="Versioon" ma:index="49" ma:internalName="RMRevisionNumber" nillable="true" ma:readOnly="true" fp:namespace="228B497073DE44A483E29513BE360001" fp:type="Int32">
      <xs:simpleType>
        <xs:restriction base="dms:Number">
          <xs:minInclusive value="0"/>
          <xs:maxInclusive value="2147483647"/>
          <xs:pattern value="(-?\d+)?"/>
        </xs:restriction>
      </xs:simpleType>
    </xs:element>
    <xs:element name="RMPublishedFrom" ma:displayName="Kehtiv alates" ma:index="50" ma:internalName="RMPublishedFrom" nillable="true" ma:readOnly="true" fp:namespace="228B497073DE44A483E29513BE360001" ma:format="DateOnly" fp:type="DateTime">
      <xs:simpleType>
        <xs:restriction base="dms:DateTime"/>
      </xs:simpleType>
    </xs:element>
    <xs:element name="RMPublishedUntil" ma:displayName="Kehtiv kuni" ma:index="51" ma:internalName="RMPublishedUntil" nillable="true" ma:readOnly="true" fp:namespace="228B497073DE44A483E29513BE360001" ma:format="DateOnly" fp:type="DateTime">
      <xs:simpleType>
        <xs:restriction base="dms:DateTime"/>
      </xs:simpleType>
    </xs:element>
    <xs:element name="RMAddDocumentDataToFileName" ma:displayName="Täienda faili pealkirja dokumendi andmetega" ma:index="52" ma:internalName="RMAddDocumentDataToFileName" nillable="true" ma:readOnly="true" fp:namespace="228B497073DE44A483E29513BE360001" fp:type="Boolean">
      <xs:simpleType>
        <xs:restriction base="dms:Boolean"/>
      </xs:simpleType>
    </xs:element>
    <xs:element name="RMAccessRestrictionLastExtensionResolution" ma:displayName="Juurdepääsupiirang töövoo kaudu pikendatud" ma:index="53" ma:internalName="RMAccessRestrictionLastExtensionResolution" nillable="true" ma:readOnly="true" fp:namespace="228B497073DE44A483E29513BE360001" fp:type="Boolean">
      <xs:simpleType>
        <xs:restriction base="dms:Boolean"/>
      </xs:simpleType>
    </xs:element>
    <xs:element name="RMAccessRestrictionFromSender" ma:displayName="RMAccessRestrictionFromSender" ma:index="54" ma:internalName="RMAccessRestrictionFromSender" nillable="true" ma:readOnly="true" fp:namespace="228B497073DE44A483E29513BE360001" ma:format="DateOnly" fp:type="DateTime">
      <xs:simpleType>
        <xs:restriction base="dms:DateTime"/>
      </xs:simpleType>
    </xs:element>
    <xs:element name="RMDocumentExpirationDate" ma:displayName="Dokumendi lõpetamise kuupäev" ma:index="55" ma:internalName="RMDocumentExpirationDate" nillable="true" fp:namespace="228B497073DE44A483E29513BE360001" ma:format="DateOnly" fp:type="DateTime">
      <xs:simpleType>
        <xs:restriction base="dms:DateTime"/>
      </xs:simpleType>
    </xs:element>
    <xs:element name="RMExternalAccessRestrictionNotificationTime" ma:displayName="JPP lõppemise eelhoiatus saadetud" ma:index="56" ma:internalName="RMExternal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RetentionDeadline" ma:displayName="Säilitustähtaeg" ma:index="57" ma:internalName="RMRetentionDeadline" nillable="true" ma:readOnly="true" fp:namespace="228B497073DE44A483E29513BE360001" ma:format="DateOnly" fp:type="DateTime">
      <xs:simpleType>
        <xs:restriction base="dms:DateTime"/>
      </xs:simpleType>
    </xs:element>
    <xs:element name="RMShouldArchiveFilesOnRegistration" ma:displayName="Teisendada registreerimisel arhiivivormingusse" ma:index="58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Keywords" ma:displayName="Märksõnad" ma:index="59" ma:internalName="RMKeywords" nillable="true" fp:namespace="228B497073DE44A483E29513BE360001" fp:type="String">
      <xs:simpleType>
        <xs:restriction base="dms:Text"/>
      </xs:simpleType>
    </xs:element>
    <xs:element name="RMStatus" ma:displayName="Seisundi kood" ma:index="60" ma:internalName="RMStatus" nillable="true" ma:readOnly="true" fp:namespace="228B497073DE44A483E29513BE360001" fp:type="String">
      <xs:simpleType>
        <xs:restriction base="dms:Text"/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Props1.xml><?xml version="1.0" encoding="utf-8"?>
<ds:datastoreItem xmlns:ds="http://schemas.openxmlformats.org/officeDocument/2006/customXml" ds:itemID="{93973AEF-216E-45DC-91BE-F4586FAD557B}">
  <ds:schemaRefs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05ca2c3a-b2d1-4b52-8f5f-1386ef50a19d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E906C80-4AF0-437B-93FC-FB9B40F109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B08B4D-BA97-4BE5-A632-FDDFDDFC7F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4675CD-45AB-4B89-A58F-07266464F095}">
  <ds:schemaRefs>
    <ds:schemaRef ds:uri="http://schemas.microsoft.com/office/2006/metadata/properties/metaAttributes"/>
    <ds:schemaRef ds:uri="http://schemas.microsoft.com/office/2006/metadata/contentType"/>
    <ds:schemaRef ds:uri="http://schemas.microsoft.com/office/2006/metadata/properties"/>
    <ds:schemaRef ds:uri="05ca2c3a-b2d1-4b52-8f5f-1386ef50a19d"/>
    <ds:schemaRef ds:uri="http://www.w3.org/2001/XMLSchem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webmedia.eu/flairPoint/propertyStores/ooxml/sharePointIntegr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HTM_kiri_EU17EE_EST</Template>
  <TotalTime>9</TotalTime>
  <Pages>1</Pages>
  <Words>97</Words>
  <Characters>566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Väljaminev kiri kooskõlastamiseks/istungile</vt:lpstr>
      <vt:lpstr/>
    </vt:vector>
  </TitlesOfParts>
  <Company>Riigikantselei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Eesti seisukohad Euroopa Liidu teadusuuringute ja innovatsiooni raamprogrammi "Euroopa horisont" aastateks 2028-2034 määruse kohta</dc:title>
  <cp:lastModifiedBy>Eliise Padurets - RTK</cp:lastModifiedBy>
  <cp:revision>9</cp:revision>
  <cp:lastPrinted>2017-04-19T09:29:00Z</cp:lastPrinted>
  <dcterms:created xsi:type="dcterms:W3CDTF">2025-12-03T14:03:00Z</dcterms:created>
  <dcterms:modified xsi:type="dcterms:W3CDTF">2025-12-22T07:18:00Z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2025-12-03T14:04:40Z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4d7aeaeb-34f0-4073-8cd0-2b408f2fc9ab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